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2EE6941" w14:textId="77777777"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7DBE9A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E06079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285D158D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16108DD4" w14:textId="77777777" w:rsidR="00491366" w:rsidRDefault="00491366" w:rsidP="00491366"/>
                              <w:p w14:paraId="141DBC0F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677DBE9A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E06079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285D158D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16108DD4" w14:textId="77777777" w:rsidR="00491366" w:rsidRDefault="00491366" w:rsidP="00491366"/>
                        <w:p w14:paraId="141DBC0F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3C44E3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CF9416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14E4FA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452879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D28A87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BD393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EC7DCE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2462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EFA6E3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863B762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EFE4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6EE7F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6978B9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ED1E92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E5BA9E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3DE5BA9E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13505FB" w14:textId="77777777" w:rsidR="00491366" w:rsidRDefault="00491366" w:rsidP="00410AFD"/>
        <w:p w14:paraId="5A334C11" w14:textId="77777777" w:rsidR="00491366" w:rsidRDefault="00491366" w:rsidP="00410AFD"/>
        <w:p w14:paraId="7CFA18DD" w14:textId="77777777" w:rsidR="00A62094" w:rsidRDefault="00A62094" w:rsidP="00410AFD"/>
        <w:p w14:paraId="2198DDAF" w14:textId="77777777" w:rsidR="00A62094" w:rsidRDefault="00A62094" w:rsidP="00410AFD"/>
        <w:p w14:paraId="007D3EBF" w14:textId="77777777" w:rsidR="00A62094" w:rsidRDefault="00A62094" w:rsidP="00410AFD"/>
        <w:p w14:paraId="5FDCD364" w14:textId="77777777" w:rsidR="00A62094" w:rsidRDefault="00A62094" w:rsidP="00410AFD"/>
        <w:p w14:paraId="35A69166" w14:textId="77777777" w:rsidR="00A62094" w:rsidRDefault="00A62094" w:rsidP="00410AFD"/>
        <w:p w14:paraId="5224D4D7" w14:textId="77777777" w:rsidR="00A62094" w:rsidRDefault="00A62094" w:rsidP="00410AFD"/>
        <w:p w14:paraId="6A060D53" w14:textId="77777777" w:rsidR="00A62094" w:rsidRDefault="00A62094" w:rsidP="00410AFD"/>
        <w:p w14:paraId="053A2576" w14:textId="77777777" w:rsidR="00A62094" w:rsidRDefault="00A62094">
          <w:pPr>
            <w:jc w:val="left"/>
          </w:pPr>
        </w:p>
        <w:p w14:paraId="22BBE075" w14:textId="77777777" w:rsidR="00491366" w:rsidRDefault="00491366" w:rsidP="00410AFD"/>
        <w:p w14:paraId="4532597C" w14:textId="77777777" w:rsidR="00A62094" w:rsidRDefault="00A62094" w:rsidP="00410AFD">
          <w:pPr>
            <w:sectPr w:rsidR="00A62094" w:rsidSect="00302298">
              <w:headerReference w:type="even" r:id="rId12"/>
              <w:headerReference w:type="default" r:id="rId13"/>
              <w:footerReference w:type="even" r:id="rId14"/>
              <w:footerReference w:type="default" r:id="rId15"/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79FC636" w14:textId="77777777"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14:paraId="0783C922" w14:textId="77777777"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14:paraId="57AD3A29" w14:textId="77777777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C7C3B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AC1D5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EDA47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CB1C4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07DE3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E43CA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F751FE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11651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614D07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D4B54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B0CF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1E6D98">
                  <w:rPr>
                    <w:sz w:val="16"/>
                    <w:szCs w:val="16"/>
                    <w:highlight w:val="yellow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6CD44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181690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264E7C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9D990D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575CB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84C011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1E6D98">
                  <w:rPr>
                    <w:sz w:val="16"/>
                    <w:szCs w:val="16"/>
                    <w:highlight w:val="yellow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C9256A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14:paraId="46BA09C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D0B0A" w14:textId="77777777"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BD57CC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DE0CCA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D9FDE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0AAC24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7AA62A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455EDF" w14:textId="77777777"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553AAD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B8B207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28358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C5A7C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C24AD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BE1A3C" w14:textId="77777777"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013A80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2E1E03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4226F1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DCBAD4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F8113D" w14:textId="77777777" w:rsidR="006E095C" w:rsidRDefault="006E095C" w:rsidP="00043462">
                <w:r>
                  <w:t>Texte</w:t>
                </w:r>
              </w:p>
            </w:tc>
          </w:tr>
          <w:tr w:rsidR="006E095C" w14:paraId="79B4B6BD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720F4" w14:textId="77777777"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582E99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0640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9F5C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589BD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21D9F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B3F5C9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8C8B4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68936E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ECCE5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B477F6" w14:textId="6F85C0EA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6ACD31" w14:textId="77777777"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4EACD1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8837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E99A78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D7C6AF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EE004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8DF31E" w14:textId="77777777" w:rsidR="006E095C" w:rsidRDefault="006E095C" w:rsidP="00043462"/>
            </w:tc>
          </w:tr>
          <w:tr w:rsidR="006E095C" w14:paraId="5551954E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D35FC8" w14:textId="77777777"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0E3D8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AE432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F1139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8DE33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C0FE4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E8BD8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BB603A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673A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3C51DD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1D4D72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30F72A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6DD8C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EE3527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9E539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5B7D3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DEB79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34E568" w14:textId="77777777" w:rsidR="006E095C" w:rsidRDefault="006E095C" w:rsidP="00043462"/>
            </w:tc>
          </w:tr>
          <w:tr w:rsidR="006E095C" w14:paraId="4A1ADBD7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D9B8F6" w14:textId="77777777"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999738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4B481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960D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5D534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0FA58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C0D34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75B49D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9ECDD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4C8787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F823C7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816C0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AF1A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B4B5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A8E34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23724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E31DA1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F4602F" w14:textId="77777777" w:rsidR="006E095C" w:rsidRDefault="006E095C" w:rsidP="00043462"/>
            </w:tc>
          </w:tr>
          <w:tr w:rsidR="006E095C" w14:paraId="5222359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0AF1C" w14:textId="77777777"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FA7D2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9FC23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EAA6A6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8130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125D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A33D2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D999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AA3E4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24E0E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491A0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E3783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870489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5C4AC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16F09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17F51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2179D2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4B55AA" w14:textId="77777777" w:rsidR="006E095C" w:rsidRDefault="006E095C" w:rsidP="00043462"/>
            </w:tc>
          </w:tr>
          <w:tr w:rsidR="006E095C" w14:paraId="13AB947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6E0194" w14:textId="77777777"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3F2E9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ADD3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5BE6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D6686F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713D4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485CD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1E060F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B4D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948F8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13CA4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044C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0C7BE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F9804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BA918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6D1C25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DD6AD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8AB2B" w14:textId="77777777" w:rsidR="006E095C" w:rsidRDefault="006E095C" w:rsidP="00043462"/>
            </w:tc>
          </w:tr>
          <w:tr w:rsidR="006E095C" w14:paraId="52470000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6C99FD" w14:textId="77777777"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5C4E2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3041A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3A90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88CAC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D7646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344518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4B9D0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42ABA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77EDDA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C7439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33991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8577F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5788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218EA7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A45B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06F2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B5172E" w14:textId="77777777" w:rsidR="006E095C" w:rsidRDefault="006E095C" w:rsidP="00043462"/>
            </w:tc>
          </w:tr>
          <w:tr w:rsidR="006E095C" w14:paraId="12D02D1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D7D400" w14:textId="77777777"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CA8DD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70E3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8904FC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910971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24225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467231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7B50B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092868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00D93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F59A8A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368DA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6154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CAAF5E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B65E9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56F470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C27A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BA2FFF" w14:textId="77777777" w:rsidR="006E095C" w:rsidRDefault="006E095C" w:rsidP="00043462"/>
            </w:tc>
          </w:tr>
        </w:tbl>
        <w:p w14:paraId="575DC070" w14:textId="77777777" w:rsidR="00491366" w:rsidRDefault="00491366" w:rsidP="00410AFD"/>
        <w:p w14:paraId="42AC6BAB" w14:textId="77777777" w:rsidR="00410AFD" w:rsidRDefault="00AE7AA1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06EE0" w14:textId="77777777" w:rsidR="005C6364" w:rsidRDefault="005C6364" w:rsidP="00EA6B59">
      <w:pPr>
        <w:spacing w:after="0" w:line="240" w:lineRule="auto"/>
      </w:pPr>
      <w:r>
        <w:separator/>
      </w:r>
    </w:p>
  </w:endnote>
  <w:endnote w:type="continuationSeparator" w:id="0">
    <w:p w14:paraId="1317B772" w14:textId="77777777" w:rsidR="005C6364" w:rsidRDefault="005C636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8E10B" w14:textId="77777777" w:rsidR="00AE7AA1" w:rsidRDefault="00AE7A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6EB284D2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519E6C6A" w14:textId="77777777"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95C9B" w14:textId="4DC1F883" w:rsidR="005D3CBC" w:rsidRDefault="005D3CBC">
    <w:pPr>
      <w:pStyle w:val="Pieddepage"/>
    </w:pPr>
    <w:r>
      <w:t xml:space="preserve">ESID </w:t>
    </w:r>
    <w:r w:rsidR="00275935">
      <w:t>25</w:t>
    </w:r>
    <w:r w:rsidR="00590FFA">
      <w:rPr>
        <w:rFonts w:ascii="Calibri" w:hAnsi="Calibri" w:cs="Calibri"/>
      </w:rPr>
      <w:t> </w:t>
    </w:r>
    <w:r w:rsidR="00AE7AA1">
      <w:t xml:space="preserve">129 à </w:t>
    </w:r>
    <w:r w:rsidR="00AE7AA1">
      <w:t>131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49AFE" w14:textId="77777777" w:rsidR="005C6364" w:rsidRDefault="005C6364" w:rsidP="00EA6B59">
      <w:pPr>
        <w:spacing w:after="0" w:line="240" w:lineRule="auto"/>
      </w:pPr>
      <w:r>
        <w:separator/>
      </w:r>
    </w:p>
  </w:footnote>
  <w:footnote w:type="continuationSeparator" w:id="0">
    <w:p w14:paraId="34031855" w14:textId="77777777" w:rsidR="005C6364" w:rsidRDefault="005C636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AD769" w14:textId="77777777" w:rsidR="00AE7AA1" w:rsidRDefault="00AE7AA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F5066" w14:textId="77777777" w:rsidR="00AE7AA1" w:rsidRDefault="00AE7AA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217A7" w14:textId="1A0ACDF1"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275935" w:rsidRPr="00275935">
      <w:t>DAF_2025_000</w:t>
    </w:r>
    <w:r w:rsidR="001E6D98">
      <w:t>476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12E0E"/>
    <w:rsid w:val="00122955"/>
    <w:rsid w:val="00131804"/>
    <w:rsid w:val="00135BF5"/>
    <w:rsid w:val="00155227"/>
    <w:rsid w:val="0015741B"/>
    <w:rsid w:val="001B4AD4"/>
    <w:rsid w:val="001B6330"/>
    <w:rsid w:val="001E366E"/>
    <w:rsid w:val="001E6D98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75935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FFA"/>
    <w:rsid w:val="00592674"/>
    <w:rsid w:val="00592D64"/>
    <w:rsid w:val="005B10E0"/>
    <w:rsid w:val="005B20AE"/>
    <w:rsid w:val="005C584E"/>
    <w:rsid w:val="005C6364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C7FA2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B4056"/>
    <w:rsid w:val="00AC4351"/>
    <w:rsid w:val="00AC5302"/>
    <w:rsid w:val="00AD4367"/>
    <w:rsid w:val="00AE0672"/>
    <w:rsid w:val="00AE4899"/>
    <w:rsid w:val="00AE7AA1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B4FFB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8154E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8867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12EF9B-178A-42A7-A136-15E2AA73C38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4982AA-3C2A-4825-A35F-093D991B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</TotalTime>
  <Pages>2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2</cp:revision>
  <dcterms:created xsi:type="dcterms:W3CDTF">2025-07-30T13:34:00Z</dcterms:created>
  <dcterms:modified xsi:type="dcterms:W3CDTF">2025-07-30T13:34:00Z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